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750A30" w:rsidRPr="005957FB" w:rsidTr="005957FB">
        <w:trPr>
          <w:trHeight w:val="312"/>
        </w:trPr>
        <w:tc>
          <w:tcPr>
            <w:tcW w:w="4961" w:type="dxa"/>
            <w:tcBorders>
              <w:bottom w:val="single" w:sz="4" w:space="0" w:color="FFFFFF"/>
            </w:tcBorders>
            <w:vAlign w:val="center"/>
          </w:tcPr>
          <w:p w:rsidR="00750A30" w:rsidRPr="005957FB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5957FB" w:rsidRDefault="007D15B7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5957FB" w:rsidTr="005957FB">
        <w:trPr>
          <w:trHeight w:val="1605"/>
        </w:trPr>
        <w:tc>
          <w:tcPr>
            <w:tcW w:w="4961" w:type="dxa"/>
            <w:tcBorders>
              <w:top w:val="single" w:sz="4" w:space="0" w:color="FFFFFF"/>
            </w:tcBorders>
            <w:vAlign w:val="center"/>
          </w:tcPr>
          <w:p w:rsidR="00750A30" w:rsidRPr="005957FB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5957FB" w:rsidRDefault="00750A30" w:rsidP="00C264E8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C264E8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C264E8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4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C264E8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5</w:t>
            </w:r>
            <w:r w:rsidR="00EF34C1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5957FB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5957FB" w:rsidTr="005957FB">
        <w:tc>
          <w:tcPr>
            <w:tcW w:w="4961" w:type="dxa"/>
          </w:tcPr>
          <w:p w:rsidR="00750A30" w:rsidRPr="005957FB" w:rsidRDefault="00750A30" w:rsidP="005F5D2C">
            <w:pPr>
              <w:pStyle w:val="31"/>
              <w:spacing w:after="0" w:line="250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5957FB" w:rsidRDefault="00750A30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100A5A" w:rsidRPr="005957FB" w:rsidRDefault="00100A5A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3416D8" w:rsidRPr="005957FB" w:rsidRDefault="003416D8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50A30" w:rsidRPr="0073539F" w:rsidRDefault="00750A30" w:rsidP="0073539F">
      <w:pPr>
        <w:pStyle w:val="4"/>
        <w:spacing w:line="240" w:lineRule="auto"/>
        <w:jc w:val="center"/>
        <w:rPr>
          <w:rFonts w:ascii="PT Astra Serif" w:hAnsi="PT Astra Serif"/>
          <w:b w:val="0"/>
          <w:szCs w:val="28"/>
        </w:rPr>
      </w:pPr>
      <w:r w:rsidRPr="0073539F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  <w:r w:rsidR="00891F83" w:rsidRPr="0073539F">
        <w:rPr>
          <w:rFonts w:ascii="PT Astra Serif" w:hAnsi="PT Astra Serif"/>
          <w:szCs w:val="28"/>
        </w:rPr>
        <w:br/>
      </w:r>
      <w:r w:rsidRPr="0073539F">
        <w:rPr>
          <w:rFonts w:ascii="PT Astra Serif" w:hAnsi="PT Astra Serif"/>
          <w:spacing w:val="-4"/>
          <w:szCs w:val="28"/>
        </w:rPr>
        <w:t xml:space="preserve">Ульяновской области и местными бюджетами </w:t>
      </w:r>
      <w:r w:rsidR="0077593D" w:rsidRPr="0073539F">
        <w:rPr>
          <w:rFonts w:ascii="PT Astra Serif" w:hAnsi="PT Astra Serif"/>
          <w:spacing w:val="-4"/>
          <w:szCs w:val="28"/>
        </w:rPr>
        <w:t>муниципальных образований</w:t>
      </w:r>
      <w:r w:rsidR="00891F83" w:rsidRPr="0073539F">
        <w:rPr>
          <w:rFonts w:ascii="PT Astra Serif" w:hAnsi="PT Astra Serif"/>
          <w:spacing w:val="-4"/>
          <w:szCs w:val="28"/>
        </w:rPr>
        <w:br/>
      </w:r>
      <w:r w:rsidR="0077593D" w:rsidRPr="0073539F">
        <w:rPr>
          <w:rFonts w:ascii="PT Astra Serif" w:hAnsi="PT Astra Serif"/>
          <w:szCs w:val="28"/>
        </w:rPr>
        <w:t xml:space="preserve">Ульяновской области </w:t>
      </w:r>
      <w:r w:rsidRPr="0073539F">
        <w:rPr>
          <w:rFonts w:ascii="PT Astra Serif" w:hAnsi="PT Astra Serif"/>
          <w:szCs w:val="28"/>
        </w:rPr>
        <w:t>на 20</w:t>
      </w:r>
      <w:r w:rsidR="00017788" w:rsidRPr="0073539F">
        <w:rPr>
          <w:rFonts w:ascii="PT Astra Serif" w:hAnsi="PT Astra Serif"/>
          <w:szCs w:val="28"/>
        </w:rPr>
        <w:t>2</w:t>
      </w:r>
      <w:r w:rsidR="00C264E8" w:rsidRPr="0073539F">
        <w:rPr>
          <w:rFonts w:ascii="PT Astra Serif" w:hAnsi="PT Astra Serif"/>
          <w:szCs w:val="28"/>
        </w:rPr>
        <w:t>3</w:t>
      </w:r>
      <w:r w:rsidRPr="0073539F">
        <w:rPr>
          <w:rFonts w:ascii="PT Astra Serif" w:hAnsi="PT Astra Serif"/>
          <w:szCs w:val="28"/>
        </w:rPr>
        <w:t xml:space="preserve"> год </w:t>
      </w:r>
      <w:r w:rsidR="00392890" w:rsidRPr="0073539F">
        <w:rPr>
          <w:rFonts w:ascii="PT Astra Serif" w:hAnsi="PT Astra Serif"/>
          <w:szCs w:val="28"/>
        </w:rPr>
        <w:t>и на плановый период 20</w:t>
      </w:r>
      <w:r w:rsidR="000E77D6" w:rsidRPr="0073539F">
        <w:rPr>
          <w:rFonts w:ascii="PT Astra Serif" w:hAnsi="PT Astra Serif"/>
          <w:szCs w:val="28"/>
        </w:rPr>
        <w:t>2</w:t>
      </w:r>
      <w:r w:rsidR="00C264E8" w:rsidRPr="0073539F">
        <w:rPr>
          <w:rFonts w:ascii="PT Astra Serif" w:hAnsi="PT Astra Serif"/>
          <w:szCs w:val="28"/>
        </w:rPr>
        <w:t>4</w:t>
      </w:r>
      <w:r w:rsidR="00392890" w:rsidRPr="0073539F">
        <w:rPr>
          <w:rFonts w:ascii="PT Astra Serif" w:hAnsi="PT Astra Serif"/>
          <w:szCs w:val="28"/>
        </w:rPr>
        <w:t xml:space="preserve"> и 202</w:t>
      </w:r>
      <w:r w:rsidR="00C264E8" w:rsidRPr="0073539F">
        <w:rPr>
          <w:rFonts w:ascii="PT Astra Serif" w:hAnsi="PT Astra Serif"/>
          <w:szCs w:val="28"/>
        </w:rPr>
        <w:t>5</w:t>
      </w:r>
      <w:r w:rsidR="00017788" w:rsidRPr="0073539F">
        <w:rPr>
          <w:rFonts w:ascii="PT Astra Serif" w:hAnsi="PT Astra Serif"/>
          <w:szCs w:val="28"/>
        </w:rPr>
        <w:t xml:space="preserve"> </w:t>
      </w:r>
      <w:r w:rsidR="00392890" w:rsidRPr="0073539F">
        <w:rPr>
          <w:rFonts w:ascii="PT Astra Serif" w:hAnsi="PT Astra Serif"/>
          <w:szCs w:val="28"/>
        </w:rPr>
        <w:t>годов</w:t>
      </w:r>
    </w:p>
    <w:p w:rsidR="00EB5A8C" w:rsidRPr="0073539F" w:rsidRDefault="00EB5A8C" w:rsidP="0073539F">
      <w:pPr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73539F" w:rsidRDefault="00750A30" w:rsidP="0073539F">
      <w:pPr>
        <w:ind w:left="8080"/>
        <w:jc w:val="center"/>
        <w:rPr>
          <w:rFonts w:ascii="PT Astra Serif" w:hAnsi="PT Astra Serif"/>
          <w:sz w:val="28"/>
          <w:szCs w:val="28"/>
        </w:rPr>
      </w:pPr>
      <w:r w:rsidRPr="0073539F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3539F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3539F" w:rsidRDefault="00750A30" w:rsidP="0073539F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73539F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3539F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73539F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3539F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юджеты муници-пальных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73539F" w:rsidRDefault="00B967D4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73539F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4045FA" w:rsidRDefault="00750A30" w:rsidP="004045FA">
      <w:pPr>
        <w:spacing w:line="72" w:lineRule="auto"/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45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6"/>
        <w:gridCol w:w="1417"/>
        <w:gridCol w:w="1276"/>
        <w:gridCol w:w="1276"/>
        <w:gridCol w:w="1274"/>
        <w:gridCol w:w="6"/>
      </w:tblGrid>
      <w:tr w:rsidR="00750A30" w:rsidRPr="0073539F" w:rsidTr="005957FB">
        <w:trPr>
          <w:gridAfter w:val="1"/>
          <w:wAfter w:w="6" w:type="dxa"/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3539F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доходы, уменьшенные на величину расх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части погашения задолженности и перерасчётов по отменённым</w:t>
            </w:r>
            <w:r w:rsidRPr="0073539F">
              <w:rPr>
                <w:rFonts w:ascii="PT Astra Serif" w:hAnsi="PT Astra Serif"/>
                <w:b/>
                <w:sz w:val="28"/>
                <w:szCs w:val="28"/>
              </w:rPr>
              <w:br/>
              <w:t>налогам, сборам и иным обязательным платежам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муниципал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з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с имущества, переходящего в порядке наследования или дар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Сборы за выдачу органами местн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го самоуправления муниципал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Налоги, взимаемые в виде стоим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жения (за налоговые периоды, и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iCs/>
                <w:sz w:val="28"/>
                <w:szCs w:val="28"/>
              </w:rPr>
              <w:lastRenderedPageBreak/>
              <w:t>В части доходов от использования имущества, находящегося</w:t>
            </w:r>
            <w:r w:rsidRPr="0073539F">
              <w:rPr>
                <w:rFonts w:ascii="PT Astra Serif" w:hAnsi="PT Astra Serif"/>
                <w:b/>
                <w:iCs/>
                <w:sz w:val="28"/>
                <w:szCs w:val="28"/>
              </w:rPr>
              <w:br/>
              <w:t>в государственной собственности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73539F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73539F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73539F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ConsPlusCell"/>
              <w:jc w:val="both"/>
              <w:rPr>
                <w:rFonts w:ascii="PT Astra Serif" w:hAnsi="PT Astra Serif"/>
                <w:snapToGrid w:val="0"/>
                <w:spacing w:val="-2"/>
              </w:rPr>
            </w:pPr>
            <w:r w:rsidRPr="0073539F">
              <w:rPr>
                <w:rFonts w:ascii="PT Astra Serif" w:hAnsi="PT Astra Serif"/>
                <w:spacing w:val="-2"/>
              </w:rPr>
              <w:t>Доходы, получаемые в виде арен</w:t>
            </w:r>
            <w:r w:rsidRPr="0073539F">
              <w:rPr>
                <w:rFonts w:ascii="PT Astra Serif" w:hAnsi="PT Astra Serif"/>
                <w:spacing w:val="-2"/>
              </w:rPr>
              <w:t>д</w:t>
            </w:r>
            <w:r w:rsidRPr="0073539F">
              <w:rPr>
                <w:rFonts w:ascii="PT Astra Serif" w:hAnsi="PT Astra Serif"/>
                <w:spacing w:val="-2"/>
              </w:rPr>
              <w:t>ной платы за земельные участки, которые расположены в границах городских округов, находятся в ф</w:t>
            </w:r>
            <w:r w:rsidRPr="0073539F">
              <w:rPr>
                <w:rFonts w:ascii="PT Astra Serif" w:hAnsi="PT Astra Serif"/>
                <w:spacing w:val="-2"/>
              </w:rPr>
              <w:t>е</w:t>
            </w:r>
            <w:r w:rsidRPr="0073539F">
              <w:rPr>
                <w:rFonts w:ascii="PT Astra Serif" w:hAnsi="PT Astra Serif"/>
                <w:spacing w:val="-2"/>
              </w:rPr>
              <w:t>деральной собственности и ос</w:t>
            </w:r>
            <w:r w:rsidRPr="0073539F">
              <w:rPr>
                <w:rFonts w:ascii="PT Astra Serif" w:hAnsi="PT Astra Serif"/>
                <w:spacing w:val="-2"/>
              </w:rPr>
              <w:t>у</w:t>
            </w:r>
            <w:r w:rsidRPr="0073539F">
              <w:rPr>
                <w:rFonts w:ascii="PT Astra Serif" w:hAnsi="PT Astra Serif"/>
                <w:spacing w:val="-2"/>
              </w:rPr>
              <w:t>ществление полномочий по упра</w:t>
            </w:r>
            <w:r w:rsidRPr="0073539F">
              <w:rPr>
                <w:rFonts w:ascii="PT Astra Serif" w:hAnsi="PT Astra Serif"/>
                <w:spacing w:val="-2"/>
              </w:rPr>
              <w:t>в</w:t>
            </w:r>
            <w:r w:rsidRPr="0073539F">
              <w:rPr>
                <w:rFonts w:ascii="PT Astra Serif" w:hAnsi="PT Astra Serif"/>
                <w:spacing w:val="-2"/>
              </w:rPr>
              <w:t>лению и распоряжению которыми передано органам государственной власти субъектов Российской Ф</w:t>
            </w:r>
            <w:r w:rsidRPr="0073539F">
              <w:rPr>
                <w:rFonts w:ascii="PT Astra Serif" w:hAnsi="PT Astra Serif"/>
                <w:spacing w:val="-2"/>
              </w:rPr>
              <w:t>е</w:t>
            </w:r>
            <w:r w:rsidRPr="0073539F">
              <w:rPr>
                <w:rFonts w:ascii="PT Astra Serif" w:hAnsi="PT Astra Serif"/>
                <w:spacing w:val="-2"/>
              </w:rPr>
              <w:t>дерации, а также средства от пр</w:t>
            </w:r>
            <w:r w:rsidRPr="0073539F">
              <w:rPr>
                <w:rFonts w:ascii="PT Astra Serif" w:hAnsi="PT Astra Serif"/>
                <w:spacing w:val="-2"/>
              </w:rPr>
              <w:t>о</w:t>
            </w:r>
            <w:r w:rsidRPr="0073539F">
              <w:rPr>
                <w:rFonts w:ascii="PT Astra Serif" w:hAnsi="PT Astra Serif"/>
                <w:spacing w:val="-2"/>
              </w:rPr>
              <w:t>дажи права на заключение догов</w:t>
            </w:r>
            <w:r w:rsidRPr="0073539F">
              <w:rPr>
                <w:rFonts w:ascii="PT Astra Serif" w:hAnsi="PT Astra Serif"/>
                <w:spacing w:val="-2"/>
              </w:rPr>
              <w:t>о</w:t>
            </w:r>
            <w:r w:rsidRPr="0073539F">
              <w:rPr>
                <w:rFonts w:ascii="PT Astra Serif" w:hAnsi="PT Astra Serif"/>
                <w:spacing w:val="-2"/>
              </w:rPr>
              <w:t>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73539F">
              <w:rPr>
                <w:rFonts w:ascii="PT Astra Serif" w:hAnsi="PT Astra Serif"/>
              </w:rPr>
              <w:t>Доходы, получаемые в виде арен</w:t>
            </w:r>
            <w:r w:rsidRPr="0073539F">
              <w:rPr>
                <w:rFonts w:ascii="PT Astra Serif" w:hAnsi="PT Astra Serif"/>
              </w:rPr>
              <w:t>д</w:t>
            </w:r>
            <w:r w:rsidRPr="0073539F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73539F">
              <w:rPr>
                <w:rFonts w:ascii="PT Astra Serif" w:hAnsi="PT Astra Serif"/>
              </w:rPr>
              <w:t>о</w:t>
            </w:r>
            <w:r w:rsidRPr="0073539F">
              <w:rPr>
                <w:rFonts w:ascii="PT Astra Serif" w:hAnsi="PT Astra Serif"/>
              </w:rPr>
              <w:t>торыми передано органам госуда</w:t>
            </w:r>
            <w:r w:rsidRPr="0073539F">
              <w:rPr>
                <w:rFonts w:ascii="PT Astra Serif" w:hAnsi="PT Astra Serif"/>
              </w:rPr>
              <w:t>р</w:t>
            </w:r>
            <w:r w:rsidRPr="0073539F">
              <w:rPr>
                <w:rFonts w:ascii="PT Astra Serif" w:hAnsi="PT Astra Serif"/>
              </w:rPr>
              <w:t>ственной власти субъектов Ро</w:t>
            </w:r>
            <w:r w:rsidRPr="0073539F">
              <w:rPr>
                <w:rFonts w:ascii="PT Astra Serif" w:hAnsi="PT Astra Serif"/>
              </w:rPr>
              <w:t>с</w:t>
            </w:r>
            <w:r w:rsidRPr="0073539F">
              <w:rPr>
                <w:rFonts w:ascii="PT Astra Serif" w:hAnsi="PT Astra Serif"/>
              </w:rPr>
              <w:t>сийской Федерации, а также сре</w:t>
            </w:r>
            <w:r w:rsidRPr="0073539F">
              <w:rPr>
                <w:rFonts w:ascii="PT Astra Serif" w:hAnsi="PT Astra Serif"/>
              </w:rPr>
              <w:t>д</w:t>
            </w:r>
            <w:r w:rsidRPr="0073539F">
              <w:rPr>
                <w:rFonts w:ascii="PT Astra Serif" w:hAnsi="PT Astra Serif"/>
              </w:rPr>
              <w:t>ства от продажи права на заключ</w:t>
            </w:r>
            <w:r w:rsidRPr="0073539F">
              <w:rPr>
                <w:rFonts w:ascii="PT Astra Serif" w:hAnsi="PT Astra Serif"/>
              </w:rPr>
              <w:t>е</w:t>
            </w:r>
            <w:r w:rsidRPr="0073539F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Доходы, получаемые в виде арен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ной платы за земельные участки, 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торыми передано органам госуда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ственной власти субъектов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ного и двойного назначения, нах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дящимися в собственности субъе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045FA" w:rsidRDefault="004045FA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субъектов Росси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эксплуатации и испол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зования имущества автомобильных дорог, находящихся в собственн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сти субъектов Российской Федер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Прочие поступления от использ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м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ных учреждений субъектов Ро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а также им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щества государственных унита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ных предприятий субъектов Ро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в том числе казённых)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 w:rsidRPr="0073539F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Прочие доходы от оказания пла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городских окр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окр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городских округов за в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ы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муниципальных районов за выполнение определённых функций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штрафов, санкций и возмещения ущерба</w:t>
            </w:r>
          </w:p>
        </w:tc>
      </w:tr>
      <w:tr w:rsidR="005957FB" w:rsidRPr="0073539F" w:rsidTr="005957FB">
        <w:trPr>
          <w:trHeight w:val="1643"/>
        </w:trPr>
        <w:tc>
          <w:tcPr>
            <w:tcW w:w="4397" w:type="dxa"/>
            <w:vAlign w:val="bottom"/>
            <w:hideMark/>
          </w:tcPr>
          <w:p w:rsidR="005957FB" w:rsidRPr="0073539F" w:rsidRDefault="005957FB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Возмещение ущерба при возни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бюджета городского округа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 ущерба, пр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чинённого муниципальному им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городского округа (за 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ключением имущества, закреплё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ного за муниципальными бюдже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т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ными (автономными) учреждени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ми, унитарными предприятиями)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Возмещение ущерба при возни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4045FA">
            <w:pPr>
              <w:spacing w:line="23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 ущерба, пр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чинённого муниципальному им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муниципального района (за исключением имущества, закре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лённого за муниципальными бю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жетными (автономными) учрежд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ниями, унитарными предприяти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ми)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73539F" w:rsidRDefault="00A35EA5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73539F" w:rsidRDefault="005957FB" w:rsidP="004045FA">
            <w:pPr>
              <w:spacing w:line="23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казённым учр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городского округа за нарушение законодательства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ным органом муниципального района (муниципальным казённым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Российской Федерации о ко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муниципального контракта, ф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нансируемого за счёт средств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ниципального дорожного фонда)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казённым учр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сельского поселения за нарушение законодательства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4045FA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 (муниципальным казённым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4045F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ным органом городского округа (муниципальным казённым </w:t>
            </w:r>
            <w:proofErr w:type="spellStart"/>
            <w:r w:rsidRPr="0073539F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841F04">
              <w:rPr>
                <w:rFonts w:ascii="PT Astra Serif" w:hAnsi="PT Astra Serif"/>
                <w:sz w:val="28"/>
                <w:szCs w:val="28"/>
              </w:rPr>
              <w:t>-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дением</w:t>
            </w:r>
            <w:proofErr w:type="spellEnd"/>
            <w:r w:rsidRPr="0073539F">
              <w:rPr>
                <w:rFonts w:ascii="PT Astra Serif" w:hAnsi="PT Astra Serif"/>
                <w:sz w:val="28"/>
                <w:szCs w:val="28"/>
              </w:rPr>
              <w:t>) муниципального контра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та, финансируемого за счёт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дерации о контрактной системе </w:t>
            </w:r>
            <w:r w:rsidR="00841F04">
              <w:rPr>
                <w:rFonts w:ascii="PT Astra Serif" w:hAnsi="PT Astra Serif"/>
                <w:sz w:val="28"/>
                <w:szCs w:val="28"/>
              </w:rPr>
              <w:br/>
            </w:r>
            <w:r w:rsidRPr="0073539F">
              <w:rPr>
                <w:rFonts w:ascii="PT Astra Serif" w:hAnsi="PT Astra Serif"/>
                <w:sz w:val="28"/>
                <w:szCs w:val="28"/>
              </w:rPr>
              <w:t>в сфере закупок товаров, работ, услуг для обеспечения госуда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ственных и муниципальных нужд</w:t>
            </w:r>
            <w:proofErr w:type="gramEnd"/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841F04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proofErr w:type="gramStart"/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 xml:space="preserve">Платежи в целях возмещения убытков, причинённых уклонением от заключения с муниципальным органом муниципального района (муниципальным казённым </w:t>
            </w:r>
            <w:proofErr w:type="spellStart"/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учреж</w:t>
            </w:r>
            <w:r w:rsidR="00841F04">
              <w:rPr>
                <w:rFonts w:ascii="PT Astra Serif" w:hAnsi="PT Astra Serif"/>
                <w:spacing w:val="-2"/>
                <w:sz w:val="28"/>
                <w:szCs w:val="28"/>
              </w:rPr>
              <w:t>-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дением</w:t>
            </w:r>
            <w:proofErr w:type="spellEnd"/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) муниципального контра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та, финансируемого за счёт средств муниципального дорожного фонда, а также иные денежные средства, подлежащие зачислению в бюджет муниципального района за наруш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ственных и муниципальных нужд</w:t>
            </w:r>
            <w:proofErr w:type="gramEnd"/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причинённых уклонен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ным органом сельского поселения (муниципальным казённым </w:t>
            </w:r>
            <w:proofErr w:type="spellStart"/>
            <w:r w:rsidRPr="0073539F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841F04">
              <w:rPr>
                <w:rFonts w:ascii="PT Astra Serif" w:hAnsi="PT Astra Serif"/>
                <w:sz w:val="28"/>
                <w:szCs w:val="28"/>
              </w:rPr>
              <w:t>-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дением</w:t>
            </w:r>
            <w:proofErr w:type="spellEnd"/>
            <w:r w:rsidRPr="0073539F">
              <w:rPr>
                <w:rFonts w:ascii="PT Astra Serif" w:hAnsi="PT Astra Serif"/>
                <w:sz w:val="28"/>
                <w:szCs w:val="28"/>
              </w:rPr>
              <w:t>) муниципального контра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к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та, финансируемого за </w:t>
            </w:r>
            <w:r w:rsidR="00A35EA5" w:rsidRPr="0073539F">
              <w:rPr>
                <w:rFonts w:ascii="PT Astra Serif" w:hAnsi="PT Astra Serif"/>
                <w:sz w:val="28"/>
                <w:szCs w:val="28"/>
              </w:rPr>
              <w:t>счёт</w:t>
            </w:r>
            <w:r w:rsidRPr="0073539F">
              <w:rPr>
                <w:rFonts w:ascii="PT Astra Serif" w:hAnsi="PT Astra Serif"/>
                <w:sz w:val="28"/>
                <w:szCs w:val="28"/>
              </w:rPr>
              <w:t xml:space="preserve">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дерации о контрактной системе </w:t>
            </w:r>
            <w:r w:rsidR="00841F04">
              <w:rPr>
                <w:rFonts w:ascii="PT Astra Serif" w:hAnsi="PT Astra Serif"/>
                <w:sz w:val="28"/>
                <w:szCs w:val="28"/>
              </w:rPr>
              <w:br/>
            </w:r>
            <w:r w:rsidRPr="0073539F">
              <w:rPr>
                <w:rFonts w:ascii="PT Astra Serif" w:hAnsi="PT Astra Serif"/>
                <w:sz w:val="28"/>
                <w:szCs w:val="28"/>
              </w:rPr>
              <w:t>в сфере закупок товаров, работ, услуг для обеспечения госуда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р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ственных и муниципальных нужд</w:t>
            </w:r>
            <w:proofErr w:type="gramEnd"/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proofErr w:type="gramStart"/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 xml:space="preserve">Платежи в целях возмещения убытков, причинённых уклонением от заключения с муниципальным органом городского поселения </w:t>
            </w:r>
            <w:r w:rsidR="00841F04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(муниципальным казённым учр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ждением) муниципального ко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тракта, финансируемого за счёт средств муниципального дорожн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го фонда, а также иные денежные средства, подлежащие зачислению в бюджет городского поселения за нарушение законодательства Ро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с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pacing w:val="-2"/>
                <w:sz w:val="28"/>
                <w:szCs w:val="28"/>
              </w:rPr>
              <w:t>дарственных и муниципальных нужд</w:t>
            </w:r>
            <w:proofErr w:type="gramEnd"/>
          </w:p>
        </w:tc>
        <w:tc>
          <w:tcPr>
            <w:tcW w:w="1418" w:type="dxa"/>
            <w:vAlign w:val="bottom"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841F04" w:rsidRPr="0073539F" w:rsidRDefault="00841F04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841F04" w:rsidRPr="0073539F" w:rsidRDefault="00841F04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841F04" w:rsidRPr="0073539F" w:rsidRDefault="00841F04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841F04" w:rsidRPr="0073539F" w:rsidRDefault="00841F04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горо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ского округа (муниципальным к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зённым учреждением), в связи с односторонним отказом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841F04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мун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ципального района (муниципал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ным казённым учреждением), в связи с односторонним отказом исполнителя (подрядчика) от его исполнения (за исключением м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ниципального контракта, фина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сируемого за счёт средств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сел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казённым учреждением), в связи с односторонним отказом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заключённого с муниципальным органом горо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казённым учреждением), в связи с односторонним отказом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муниципального дорожного фонда)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района, в связи с одн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 xml:space="preserve">Платежи в целях возмещения 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 сельского поселения, в связи с односторо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мого за счёт средств муниципал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ь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дорожного фонда городского поселения, в связи с односторо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округов)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жетных средств (в части бюджетов муниципальных районов)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жетных средств (в части бюджетов сельских поселений)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причинё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vAlign w:val="bottom"/>
            <w:hideMark/>
          </w:tcPr>
          <w:p w:rsidR="005957FB" w:rsidRPr="0073539F" w:rsidRDefault="005957FB" w:rsidP="0073539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 xml:space="preserve">Платежи, уплачиваемые в целях возмещения вреда, причиняемого автомобильным дорогам местного значения </w:t>
            </w:r>
            <w:proofErr w:type="gramStart"/>
            <w:r w:rsidRPr="0073539F">
              <w:rPr>
                <w:rFonts w:ascii="PT Astra Serif" w:hAnsi="PT Astra Serif"/>
                <w:sz w:val="28"/>
                <w:szCs w:val="28"/>
              </w:rPr>
              <w:t>транспортными</w:t>
            </w:r>
            <w:proofErr w:type="gramEnd"/>
            <w:r w:rsidRPr="0073539F">
              <w:rPr>
                <w:rFonts w:ascii="PT Astra Serif" w:hAnsi="PT Astra Serif"/>
                <w:sz w:val="28"/>
                <w:szCs w:val="28"/>
              </w:rPr>
              <w:t xml:space="preserve"> средст</w:t>
            </w:r>
            <w:r w:rsidR="006433CC">
              <w:rPr>
                <w:rFonts w:ascii="PT Astra Serif" w:hAnsi="PT Astra Serif"/>
                <w:sz w:val="28"/>
                <w:szCs w:val="28"/>
              </w:rPr>
              <w:t>-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вами, осуществляющими перево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з</w:t>
            </w:r>
            <w:r w:rsidRPr="0073539F">
              <w:rPr>
                <w:rFonts w:ascii="PT Astra Serif" w:hAnsi="PT Astra Serif"/>
                <w:sz w:val="28"/>
                <w:szCs w:val="28"/>
              </w:rPr>
              <w:lastRenderedPageBreak/>
              <w:t>ки тяжеловесных и (или) крупн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габаритных грузов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lastRenderedPageBreak/>
              <w:t>В части прочих неналоговых доходов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Возмещение потерь сельскохозя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ственного производства, связа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ных с изъятием сельскохозя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3539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жетов субъектов Российской Ф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дерации от поступления денежных средств, внесённых участником конкурса (аукциона), проводимого в целях заключения государстве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дорожных фондов субъектов Российской Федерации, в качестве обеспечения заявки на участие в таком конкурсе (аукц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оне) в случае уклонения участника конкурса (аукциона) от заключ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ния данного контракта и в иных случаях, установленных законод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z w:val="28"/>
                <w:szCs w:val="28"/>
              </w:rPr>
              <w:t>тельством Российской Федерации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1411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spacing w:line="242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Возврат декларационного платежа, уплаченного в период с 1 марта 2007 года и до 1 января 2008 года при упрощённом декларировании доходов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spacing w:line="242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spacing w:line="242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73539F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73539F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городских поселений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мые в бюджеты городских округов</w:t>
            </w:r>
          </w:p>
        </w:tc>
        <w:tc>
          <w:tcPr>
            <w:tcW w:w="1418" w:type="dxa"/>
            <w:vAlign w:val="bottom"/>
            <w:hideMark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  <w:hideMark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мые в бюджеты муниципальных районов</w:t>
            </w:r>
          </w:p>
        </w:tc>
        <w:tc>
          <w:tcPr>
            <w:tcW w:w="1418" w:type="dxa"/>
            <w:vAlign w:val="bottom"/>
            <w:hideMark/>
          </w:tcPr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мые в бюджеты сельских посел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73539F" w:rsidTr="005957FB">
        <w:trPr>
          <w:trHeight w:val="20"/>
        </w:trPr>
        <w:tc>
          <w:tcPr>
            <w:tcW w:w="4397" w:type="dxa"/>
            <w:hideMark/>
          </w:tcPr>
          <w:p w:rsidR="005957FB" w:rsidRPr="0073539F" w:rsidRDefault="005957FB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мые в бюджеты городских посел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е</w:t>
            </w:r>
            <w:r w:rsidRPr="0073539F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8" w:type="dxa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  <w:hideMark/>
          </w:tcPr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73539F" w:rsidRDefault="00A35EA5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73539F" w:rsidRDefault="005957FB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73539F" w:rsidRDefault="00A35EA5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73539F" w:rsidRDefault="005957FB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73539F" w:rsidTr="005957FB">
        <w:trPr>
          <w:trHeight w:val="20"/>
        </w:trPr>
        <w:tc>
          <w:tcPr>
            <w:tcW w:w="4397" w:type="dxa"/>
          </w:tcPr>
          <w:p w:rsidR="00E77F12" w:rsidRPr="0073539F" w:rsidRDefault="00E77F12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 в части невыясненных поступлений, по к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торым не осуществлён возврат (уточнение) не позднее трёх лет со дня их зачисления на единый счёт бюджета городского округа </w:t>
            </w:r>
          </w:p>
        </w:tc>
        <w:tc>
          <w:tcPr>
            <w:tcW w:w="1418" w:type="dxa"/>
            <w:vAlign w:val="bottom"/>
          </w:tcPr>
          <w:p w:rsidR="00E77F12" w:rsidRPr="0073539F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7" w:type="dxa"/>
            <w:vAlign w:val="bottom"/>
          </w:tcPr>
          <w:p w:rsidR="00E77F12" w:rsidRPr="0073539F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E77F12" w:rsidRPr="0073539F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73539F" w:rsidTr="005957FB">
        <w:trPr>
          <w:trHeight w:val="20"/>
        </w:trPr>
        <w:tc>
          <w:tcPr>
            <w:tcW w:w="4397" w:type="dxa"/>
          </w:tcPr>
          <w:p w:rsidR="00E77F12" w:rsidRPr="0073539F" w:rsidRDefault="00E77F12" w:rsidP="00781A0B">
            <w:pPr>
              <w:pStyle w:val="ConsPlusNormal"/>
              <w:spacing w:line="242" w:lineRule="auto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муниципальных районов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 части невыясненных поступлений, по которым не осуществлён во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врат (уточнение) не позднее трёх лет со дня их зачисления на ед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ный счёт бюджета муниципальн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1418" w:type="dxa"/>
            <w:vAlign w:val="bottom"/>
          </w:tcPr>
          <w:p w:rsidR="00E77F12" w:rsidRPr="0073539F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E77F12" w:rsidP="00781A0B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vAlign w:val="bottom"/>
          </w:tcPr>
          <w:p w:rsidR="00E77F12" w:rsidRPr="0073539F" w:rsidRDefault="00E77F12" w:rsidP="00781A0B">
            <w:pPr>
              <w:pStyle w:val="21"/>
              <w:spacing w:line="242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73539F" w:rsidTr="005957FB">
        <w:trPr>
          <w:trHeight w:val="20"/>
        </w:trPr>
        <w:tc>
          <w:tcPr>
            <w:tcW w:w="4397" w:type="dxa"/>
          </w:tcPr>
          <w:p w:rsidR="00E77F12" w:rsidRPr="0073539F" w:rsidRDefault="00E77F12" w:rsidP="0073539F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сельских поселений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 части невыясненных поступлений, по к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торым не осуществлён возврат (уточнение) не позднее трёх лет со дня их зачисления на единый счёт бюджета сельского поселения</w:t>
            </w:r>
          </w:p>
        </w:tc>
        <w:tc>
          <w:tcPr>
            <w:tcW w:w="1418" w:type="dxa"/>
            <w:vAlign w:val="bottom"/>
          </w:tcPr>
          <w:p w:rsidR="00E77F12" w:rsidRPr="0073539F" w:rsidRDefault="002504C4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2504C4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2504C4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E77F12" w:rsidRPr="0073539F" w:rsidRDefault="002504C4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73539F" w:rsidTr="005957FB">
        <w:trPr>
          <w:trHeight w:val="20"/>
        </w:trPr>
        <w:tc>
          <w:tcPr>
            <w:tcW w:w="4397" w:type="dxa"/>
          </w:tcPr>
          <w:p w:rsidR="00E77F12" w:rsidRPr="0073539F" w:rsidRDefault="00E41F25" w:rsidP="0073539F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3539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городских поселений 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 ч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3539F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сти невыясненных поступлений, по которым не осуществлён возврат (уточнение) не позднее трёх лет со дня их зачисления на единый счёт бюджета городского поселения</w:t>
            </w:r>
          </w:p>
        </w:tc>
        <w:tc>
          <w:tcPr>
            <w:tcW w:w="1418" w:type="dxa"/>
            <w:vAlign w:val="bottom"/>
          </w:tcPr>
          <w:p w:rsidR="00E77F12" w:rsidRPr="0073539F" w:rsidRDefault="00E41F25" w:rsidP="007353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73539F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E41F25" w:rsidP="0073539F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3539F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7" w:type="dxa"/>
            <w:vAlign w:val="bottom"/>
          </w:tcPr>
          <w:p w:rsidR="00E77F12" w:rsidRPr="0073539F" w:rsidRDefault="00E41F25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539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:rsidR="00E77F12" w:rsidRPr="0073539F" w:rsidRDefault="00E41F25" w:rsidP="007353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73539F">
              <w:rPr>
                <w:rFonts w:ascii="PT Astra Serif" w:hAnsi="PT Astra Serif"/>
                <w:szCs w:val="28"/>
              </w:rPr>
              <w:t>100,0</w:t>
            </w:r>
          </w:p>
        </w:tc>
      </w:tr>
    </w:tbl>
    <w:p w:rsidR="005957FB" w:rsidRPr="0073539F" w:rsidRDefault="005957FB" w:rsidP="0073539F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73539F" w:rsidRDefault="00750A30" w:rsidP="0073539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73539F">
        <w:rPr>
          <w:rFonts w:ascii="PT Astra Serif" w:hAnsi="PT Astra Serif"/>
          <w:b/>
          <w:sz w:val="28"/>
          <w:szCs w:val="28"/>
        </w:rPr>
        <w:t xml:space="preserve">Примечание. </w:t>
      </w:r>
      <w:r w:rsidRPr="0073539F">
        <w:rPr>
          <w:rFonts w:ascii="PT Astra Serif" w:hAnsi="PT Astra Serif"/>
          <w:sz w:val="28"/>
          <w:szCs w:val="28"/>
        </w:rPr>
        <w:t xml:space="preserve">Погашение задолженности по пеням и штрафам </w:t>
      </w:r>
      <w:r w:rsidR="00781A0B">
        <w:rPr>
          <w:rFonts w:ascii="PT Astra Serif" w:hAnsi="PT Astra Serif"/>
          <w:sz w:val="28"/>
          <w:szCs w:val="28"/>
        </w:rPr>
        <w:br/>
      </w:r>
      <w:r w:rsidRPr="0073539F">
        <w:rPr>
          <w:rFonts w:ascii="PT Astra Serif" w:hAnsi="PT Astra Serif"/>
          <w:sz w:val="28"/>
          <w:szCs w:val="28"/>
        </w:rPr>
        <w:t>за несвоевременную уплату налогов и сборов в части отменённых налогов</w:t>
      </w:r>
      <w:r w:rsidR="00781A0B">
        <w:rPr>
          <w:rFonts w:ascii="PT Astra Serif" w:hAnsi="PT Astra Serif"/>
          <w:sz w:val="28"/>
          <w:szCs w:val="28"/>
        </w:rPr>
        <w:br/>
      </w:r>
      <w:r w:rsidRPr="0073539F">
        <w:rPr>
          <w:rFonts w:ascii="PT Astra Serif" w:hAnsi="PT Astra Serif"/>
          <w:sz w:val="28"/>
          <w:szCs w:val="28"/>
        </w:rPr>
        <w:t>и сборов осуществляется по нормативам зачисления соответствующих налогов</w:t>
      </w:r>
      <w:r w:rsidR="00781A0B">
        <w:rPr>
          <w:rFonts w:ascii="PT Astra Serif" w:hAnsi="PT Astra Serif"/>
          <w:sz w:val="28"/>
          <w:szCs w:val="28"/>
        </w:rPr>
        <w:br/>
      </w:r>
      <w:r w:rsidRPr="0073539F">
        <w:rPr>
          <w:rFonts w:ascii="PT Astra Serif" w:hAnsi="PT Astra Serif"/>
          <w:sz w:val="28"/>
          <w:szCs w:val="28"/>
        </w:rPr>
        <w:t xml:space="preserve">и сборов в областной </w:t>
      </w:r>
      <w:r w:rsidR="000F4C9E" w:rsidRPr="0073539F">
        <w:rPr>
          <w:rFonts w:ascii="PT Astra Serif" w:hAnsi="PT Astra Serif"/>
          <w:sz w:val="28"/>
          <w:szCs w:val="28"/>
        </w:rPr>
        <w:t xml:space="preserve">бюджет Ульяновской области </w:t>
      </w:r>
      <w:r w:rsidRPr="0073539F">
        <w:rPr>
          <w:rFonts w:ascii="PT Astra Serif" w:hAnsi="PT Astra Serif"/>
          <w:sz w:val="28"/>
          <w:szCs w:val="28"/>
        </w:rPr>
        <w:t>и местные бюджеты</w:t>
      </w:r>
      <w:r w:rsidR="000F4C9E" w:rsidRPr="0073539F">
        <w:rPr>
          <w:rFonts w:ascii="PT Astra Serif" w:hAnsi="PT Astra Serif"/>
          <w:sz w:val="28"/>
          <w:szCs w:val="28"/>
        </w:rPr>
        <w:t xml:space="preserve"> </w:t>
      </w:r>
      <w:r w:rsidR="00781A0B">
        <w:rPr>
          <w:rFonts w:ascii="PT Astra Serif" w:hAnsi="PT Astra Serif"/>
          <w:sz w:val="28"/>
          <w:szCs w:val="28"/>
        </w:rPr>
        <w:br/>
      </w:r>
      <w:r w:rsidR="000F4C9E" w:rsidRPr="0073539F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r w:rsidRPr="0073539F">
        <w:rPr>
          <w:rFonts w:ascii="PT Astra Serif" w:hAnsi="PT Astra Serif"/>
          <w:sz w:val="28"/>
          <w:szCs w:val="28"/>
        </w:rPr>
        <w:t>.</w:t>
      </w:r>
    </w:p>
    <w:p w:rsidR="00BA7B9C" w:rsidRPr="0073539F" w:rsidRDefault="00BA7B9C" w:rsidP="0073539F">
      <w:pPr>
        <w:jc w:val="center"/>
        <w:rPr>
          <w:rFonts w:ascii="PT Astra Serif" w:hAnsi="PT Astra Serif"/>
          <w:sz w:val="28"/>
          <w:szCs w:val="28"/>
        </w:rPr>
      </w:pPr>
    </w:p>
    <w:p w:rsidR="002D1AE7" w:rsidRPr="0073539F" w:rsidRDefault="002D1AE7" w:rsidP="0073539F">
      <w:pPr>
        <w:jc w:val="center"/>
        <w:rPr>
          <w:rFonts w:ascii="PT Astra Serif" w:hAnsi="PT Astra Serif"/>
          <w:sz w:val="28"/>
          <w:szCs w:val="28"/>
        </w:rPr>
      </w:pPr>
      <w:r w:rsidRPr="0073539F">
        <w:rPr>
          <w:rFonts w:ascii="PT Astra Serif" w:hAnsi="PT Astra Serif"/>
          <w:sz w:val="28"/>
          <w:szCs w:val="28"/>
        </w:rPr>
        <w:t>______________</w:t>
      </w:r>
    </w:p>
    <w:sectPr w:rsidR="002D1AE7" w:rsidRPr="0073539F" w:rsidSect="00735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79" w:rsidRDefault="00FF1179">
      <w:r>
        <w:separator/>
      </w:r>
    </w:p>
  </w:endnote>
  <w:endnote w:type="continuationSeparator" w:id="0">
    <w:p w:rsidR="00FF1179" w:rsidRDefault="00FF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22" w:rsidRDefault="00F7492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22" w:rsidRDefault="00F7492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Pr="00F16DB8" w:rsidRDefault="004045FA" w:rsidP="00F16DB8">
    <w:pPr>
      <w:pStyle w:val="a6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79" w:rsidRDefault="00FF1179">
      <w:r>
        <w:separator/>
      </w:r>
    </w:p>
  </w:footnote>
  <w:footnote w:type="continuationSeparator" w:id="0">
    <w:p w:rsidR="00FF1179" w:rsidRDefault="00FF1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Default="004045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5FA" w:rsidRDefault="004045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Pr="00922298" w:rsidRDefault="004045FA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F16DB8">
      <w:rPr>
        <w:rStyle w:val="a5"/>
        <w:noProof/>
        <w:sz w:val="28"/>
        <w:szCs w:val="28"/>
      </w:rPr>
      <w:t>15</w:t>
    </w:r>
    <w:r w:rsidRPr="00922298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22" w:rsidRDefault="00F749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2AD3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9F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9D0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C9E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5A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2BF2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785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B7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0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4C4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95D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A59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6D8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B9E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45FA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59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AE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2E5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7FB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99D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5D2C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71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3CC"/>
    <w:rsid w:val="00643604"/>
    <w:rsid w:val="00643805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39F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A0B"/>
    <w:rsid w:val="00781E07"/>
    <w:rsid w:val="0078202A"/>
    <w:rsid w:val="00782533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2EC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1F04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4948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1F83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51E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3EF7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865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5EA5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6E8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A7B9C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031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4E8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A90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2AD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6C9E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574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5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77F12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6DC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DB8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922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C7930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179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rsid w:val="001610FE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C121B"/>
    <w:rPr>
      <w:sz w:val="16"/>
      <w:szCs w:val="16"/>
    </w:rPr>
  </w:style>
  <w:style w:type="paragraph" w:styleId="33">
    <w:name w:val="Body Text Indent 3"/>
    <w:basedOn w:val="a"/>
    <w:link w:val="34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rsid w:val="005957FB"/>
    <w:rPr>
      <w:b/>
      <w:sz w:val="28"/>
    </w:rPr>
  </w:style>
  <w:style w:type="character" w:customStyle="1" w:styleId="ae">
    <w:name w:val="Подзаголовок Знак"/>
    <w:basedOn w:val="a0"/>
    <w:link w:val="ad"/>
    <w:rsid w:val="005957F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9951E-821C-4E4A-9E3A-0EA986D2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50</TotalTime>
  <Pages>15</Pages>
  <Words>3100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25</cp:revision>
  <cp:lastPrinted>2022-10-20T05:04:00Z</cp:lastPrinted>
  <dcterms:created xsi:type="dcterms:W3CDTF">2020-10-13T04:29:00Z</dcterms:created>
  <dcterms:modified xsi:type="dcterms:W3CDTF">2022-10-25T08:44:00Z</dcterms:modified>
</cp:coreProperties>
</file>